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AED" w:rsidRPr="00784AED" w:rsidRDefault="00784AED" w:rsidP="00784AED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784AED">
        <w:rPr>
          <w:rFonts w:ascii="Verdana" w:eastAsia="Verdana" w:hAnsi="Verdana" w:cs="Times New Roman"/>
          <w:b/>
          <w:caps/>
          <w:sz w:val="40"/>
          <w:szCs w:val="44"/>
        </w:rPr>
        <w:t>DÍL 5</w:t>
      </w:r>
    </w:p>
    <w:p w:rsidR="00784AED" w:rsidRPr="00784AED" w:rsidRDefault="00784AED" w:rsidP="00784AED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784AED">
        <w:rPr>
          <w:rFonts w:ascii="Verdana" w:eastAsia="Verdana" w:hAnsi="Verdana" w:cs="Times New Roman"/>
          <w:b/>
          <w:caps/>
          <w:sz w:val="40"/>
          <w:szCs w:val="44"/>
        </w:rPr>
        <w:t>DALŠÍ DOKUMENTY POSKYTNUTÉ ZADAVATELEM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5_1 Analýza nebezpečí a hodnocení rizik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5_2 Technologický postup výlukových prací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5_3 Technické podmínky pro zeměměřické činnosti dodavatele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5_4 Nález podezřelého předmětu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5_5 OTP pro využití dat získaných měřením PPK</w:t>
      </w:r>
    </w:p>
    <w:p w:rsidR="00784AED" w:rsidRDefault="00136D5E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 xml:space="preserve">5_6 ROV č. </w:t>
      </w:r>
      <w:r w:rsidR="009C001B">
        <w:rPr>
          <w:rFonts w:ascii="Verdana" w:eastAsia="Calibri" w:hAnsi="Verdana" w:cs="Times New Roman"/>
        </w:rPr>
        <w:t>63235</w:t>
      </w:r>
      <w:bookmarkStart w:id="0" w:name="_GoBack"/>
      <w:bookmarkEnd w:id="0"/>
    </w:p>
    <w:p w:rsidR="00385B1B" w:rsidRDefault="00136D5E" w:rsidP="005F0D81">
      <w:pPr>
        <w:tabs>
          <w:tab w:val="left" w:pos="426"/>
        </w:tabs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 xml:space="preserve">             </w:t>
      </w:r>
    </w:p>
    <w:p w:rsidR="005F0D81" w:rsidRPr="00784AED" w:rsidRDefault="005F0D81" w:rsidP="005F0D81">
      <w:pPr>
        <w:tabs>
          <w:tab w:val="left" w:pos="426"/>
        </w:tabs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ab/>
      </w:r>
    </w:p>
    <w:p w:rsidR="00290BC6" w:rsidRPr="00784AED" w:rsidRDefault="00290BC6" w:rsidP="00784AED"/>
    <w:sectPr w:rsidR="00290BC6" w:rsidRPr="00784AED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66C8" w:rsidRDefault="00BA66C8" w:rsidP="00962258">
      <w:pPr>
        <w:spacing w:after="0" w:line="240" w:lineRule="auto"/>
      </w:pPr>
      <w:r>
        <w:separator/>
      </w:r>
    </w:p>
  </w:endnote>
  <w:endnote w:type="continuationSeparator" w:id="0">
    <w:p w:rsidR="00BA66C8" w:rsidRDefault="00BA66C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2E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734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C697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C001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C001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000B1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303FF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66C8" w:rsidRDefault="00BA66C8" w:rsidP="00962258">
      <w:pPr>
        <w:spacing w:after="0" w:line="240" w:lineRule="auto"/>
      </w:pPr>
      <w:r>
        <w:separator/>
      </w:r>
    </w:p>
  </w:footnote>
  <w:footnote w:type="continuationSeparator" w:id="0">
    <w:p w:rsidR="00BA66C8" w:rsidRDefault="00BA66C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C95DFF"/>
    <w:multiLevelType w:val="hybridMultilevel"/>
    <w:tmpl w:val="708C13AC"/>
    <w:lvl w:ilvl="0" w:tplc="D318B7DE"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560"/>
    <w:rsid w:val="00072C1E"/>
    <w:rsid w:val="000E23A7"/>
    <w:rsid w:val="0010693F"/>
    <w:rsid w:val="00114472"/>
    <w:rsid w:val="001274CC"/>
    <w:rsid w:val="00136D5E"/>
    <w:rsid w:val="001550BC"/>
    <w:rsid w:val="001605B9"/>
    <w:rsid w:val="00170EC5"/>
    <w:rsid w:val="001747C1"/>
    <w:rsid w:val="00184743"/>
    <w:rsid w:val="00207DF5"/>
    <w:rsid w:val="00280E07"/>
    <w:rsid w:val="00290BC6"/>
    <w:rsid w:val="002C31BF"/>
    <w:rsid w:val="002D08B1"/>
    <w:rsid w:val="002E0CD7"/>
    <w:rsid w:val="00341DCF"/>
    <w:rsid w:val="00357BC6"/>
    <w:rsid w:val="00385B1B"/>
    <w:rsid w:val="003956C6"/>
    <w:rsid w:val="00441430"/>
    <w:rsid w:val="00450F07"/>
    <w:rsid w:val="00453CD3"/>
    <w:rsid w:val="00460660"/>
    <w:rsid w:val="00470ADC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0D81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84AED"/>
    <w:rsid w:val="007A0AE8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8F2E12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801"/>
    <w:rsid w:val="00992D9C"/>
    <w:rsid w:val="00996CB8"/>
    <w:rsid w:val="009B14A9"/>
    <w:rsid w:val="009B2E97"/>
    <w:rsid w:val="009C001B"/>
    <w:rsid w:val="009E07F4"/>
    <w:rsid w:val="009F392E"/>
    <w:rsid w:val="00A6177B"/>
    <w:rsid w:val="00A66136"/>
    <w:rsid w:val="00A72560"/>
    <w:rsid w:val="00AA4CBB"/>
    <w:rsid w:val="00AA65FA"/>
    <w:rsid w:val="00AA7351"/>
    <w:rsid w:val="00AD056F"/>
    <w:rsid w:val="00AD0C40"/>
    <w:rsid w:val="00AD6731"/>
    <w:rsid w:val="00B15D0D"/>
    <w:rsid w:val="00B75EE1"/>
    <w:rsid w:val="00B77481"/>
    <w:rsid w:val="00B8518B"/>
    <w:rsid w:val="00BA66C8"/>
    <w:rsid w:val="00BD7E91"/>
    <w:rsid w:val="00BE0C47"/>
    <w:rsid w:val="00BF6413"/>
    <w:rsid w:val="00C02D0A"/>
    <w:rsid w:val="00C03A6E"/>
    <w:rsid w:val="00C44F6A"/>
    <w:rsid w:val="00C47AE3"/>
    <w:rsid w:val="00CD1FC4"/>
    <w:rsid w:val="00D21061"/>
    <w:rsid w:val="00D4108E"/>
    <w:rsid w:val="00D51ABD"/>
    <w:rsid w:val="00D6163D"/>
    <w:rsid w:val="00D73D46"/>
    <w:rsid w:val="00D831A3"/>
    <w:rsid w:val="00DC75F3"/>
    <w:rsid w:val="00DD46F3"/>
    <w:rsid w:val="00DE56F2"/>
    <w:rsid w:val="00DF116D"/>
    <w:rsid w:val="00E10469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2C6F6B"/>
  <w14:defaultImageDpi w14:val="32767"/>
  <w15:docId w15:val="{3A80132B-BBCA-4EB8-836C-C25F29C7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nova\Download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BDC7E5E-BF1A-407B-BE7C-44C76848C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8</TotalTime>
  <Pages>1</Pages>
  <Words>43</Words>
  <Characters>254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Bartoňová Simona, Ing.</dc:creator>
  <cp:keywords/>
  <dc:description/>
  <cp:lastModifiedBy>Karafiát Martin</cp:lastModifiedBy>
  <cp:revision>10</cp:revision>
  <cp:lastPrinted>2020-02-21T12:44:00Z</cp:lastPrinted>
  <dcterms:created xsi:type="dcterms:W3CDTF">2020-02-27T08:48:00Z</dcterms:created>
  <dcterms:modified xsi:type="dcterms:W3CDTF">2020-08-03T10:39:00Z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